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9B6BEE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>Castellammare di Stabia,</w:t>
      </w:r>
      <w:r w:rsidR="009B6BEE">
        <w:rPr>
          <w:sz w:val="24"/>
          <w:szCs w:val="24"/>
        </w:rPr>
        <w:t xml:space="preserve"> 23/08/2018</w:t>
      </w:r>
      <w:r w:rsidR="00E203BE" w:rsidRPr="00E203BE">
        <w:rPr>
          <w:sz w:val="24"/>
          <w:szCs w:val="24"/>
        </w:rPr>
        <w:t xml:space="preserve"> 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963F43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ED52B5">
        <w:rPr>
          <w:sz w:val="24"/>
          <w:szCs w:val="24"/>
        </w:rPr>
        <w:t xml:space="preserve">       Circolo Didattico </w:t>
      </w:r>
      <w:r w:rsidR="00E203BE" w:rsidRPr="00E203BE">
        <w:rPr>
          <w:sz w:val="24"/>
          <w:szCs w:val="24"/>
        </w:rPr>
        <w:t>“</w:t>
      </w:r>
      <w:r w:rsidR="00ED52B5">
        <w:rPr>
          <w:i/>
          <w:sz w:val="24"/>
          <w:szCs w:val="24"/>
        </w:rPr>
        <w:t>Eduardo De Filippo</w:t>
      </w:r>
      <w:r w:rsidR="00E203BE" w:rsidRPr="00E203BE">
        <w:rPr>
          <w:sz w:val="24"/>
          <w:szCs w:val="24"/>
        </w:rPr>
        <w:t>”</w:t>
      </w:r>
    </w:p>
    <w:p w:rsid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63F43">
        <w:rPr>
          <w:sz w:val="24"/>
          <w:szCs w:val="24"/>
        </w:rPr>
        <w:t xml:space="preserve">     </w:t>
      </w:r>
      <w:r w:rsidR="00ED52B5">
        <w:rPr>
          <w:sz w:val="24"/>
          <w:szCs w:val="24"/>
        </w:rPr>
        <w:t>Santa Maria la Carità</w:t>
      </w:r>
      <w:r w:rsidR="00963F43">
        <w:rPr>
          <w:sz w:val="24"/>
          <w:szCs w:val="24"/>
        </w:rPr>
        <w:t xml:space="preserve"> </w:t>
      </w:r>
      <w:r w:rsidR="00E203BE" w:rsidRPr="00E203BE">
        <w:rPr>
          <w:sz w:val="24"/>
          <w:szCs w:val="24"/>
        </w:rPr>
        <w:t>(Na)</w:t>
      </w:r>
    </w:p>
    <w:p w:rsidR="00ED52B5" w:rsidRDefault="00ED52B5" w:rsidP="00E203BE">
      <w:pPr>
        <w:ind w:left="4248"/>
        <w:contextualSpacing/>
        <w:rPr>
          <w:sz w:val="24"/>
          <w:szCs w:val="24"/>
        </w:rPr>
      </w:pPr>
    </w:p>
    <w:p w:rsidR="00ED52B5" w:rsidRDefault="00ED52B5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e.p.c. al Dirigente Scolastico</w:t>
      </w:r>
    </w:p>
    <w:p w:rsidR="00ED52B5" w:rsidRDefault="00ED52B5" w:rsidP="00E203BE">
      <w:pPr>
        <w:ind w:left="4248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         Istituto Comprensivo “</w:t>
      </w:r>
      <w:r>
        <w:rPr>
          <w:i/>
          <w:sz w:val="24"/>
          <w:szCs w:val="24"/>
        </w:rPr>
        <w:t>Francesco Di Capua”</w:t>
      </w:r>
    </w:p>
    <w:p w:rsidR="00ED52B5" w:rsidRPr="00ED52B5" w:rsidRDefault="00ED52B5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Castellammare di Stabia (Na)</w:t>
      </w:r>
    </w:p>
    <w:p w:rsidR="00ED52B5" w:rsidRPr="00E203BE" w:rsidRDefault="00ED52B5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ED52B5" w:rsidP="00ED52B5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6173FE">
        <w:rPr>
          <w:sz w:val="24"/>
          <w:szCs w:val="24"/>
        </w:rPr>
        <w:t xml:space="preserve">Cattolica – </w:t>
      </w:r>
      <w:r w:rsidR="00ED52B5">
        <w:rPr>
          <w:sz w:val="24"/>
          <w:szCs w:val="24"/>
        </w:rPr>
        <w:t xml:space="preserve">Maria </w:t>
      </w:r>
      <w:proofErr w:type="spellStart"/>
      <w:r w:rsidR="00ED52B5">
        <w:rPr>
          <w:sz w:val="24"/>
          <w:szCs w:val="24"/>
        </w:rPr>
        <w:t>Donnarumma</w:t>
      </w:r>
      <w:proofErr w:type="spellEnd"/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</w:t>
      </w:r>
      <w:r w:rsidR="00963F43">
        <w:rPr>
          <w:sz w:val="24"/>
          <w:szCs w:val="24"/>
        </w:rPr>
        <w:t>variazione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6173FE">
        <w:rPr>
          <w:sz w:val="24"/>
          <w:szCs w:val="24"/>
        </w:rPr>
        <w:t xml:space="preserve">’Insegnante </w:t>
      </w:r>
      <w:r w:rsidR="00ED52B5">
        <w:rPr>
          <w:sz w:val="24"/>
          <w:szCs w:val="24"/>
        </w:rPr>
        <w:t xml:space="preserve">Maria </w:t>
      </w:r>
      <w:proofErr w:type="spellStart"/>
      <w:r w:rsidR="00ED52B5">
        <w:rPr>
          <w:sz w:val="24"/>
          <w:szCs w:val="24"/>
        </w:rPr>
        <w:t>Donnarumma</w:t>
      </w:r>
      <w:proofErr w:type="spellEnd"/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2E2949" w:rsidRPr="00E203BE" w:rsidRDefault="002E2949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963F43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MA</w:t>
      </w:r>
      <w:r w:rsidR="00ED52B5">
        <w:rPr>
          <w:b/>
          <w:sz w:val="32"/>
          <w:szCs w:val="24"/>
        </w:rPr>
        <w:t>RIA DONNARUMMA</w:t>
      </w:r>
    </w:p>
    <w:p w:rsidR="00E203BE" w:rsidRPr="00E203BE" w:rsidRDefault="00963F43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nata a </w:t>
      </w:r>
      <w:r w:rsidR="00ED52B5">
        <w:rPr>
          <w:sz w:val="24"/>
          <w:szCs w:val="24"/>
        </w:rPr>
        <w:t>Castellammare di Stabia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1</w:t>
      </w:r>
      <w:r w:rsidR="00ED52B5">
        <w:rPr>
          <w:sz w:val="24"/>
          <w:szCs w:val="24"/>
        </w:rPr>
        <w:t>6/02/1969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Default="00ED52B5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18</w:t>
      </w:r>
      <w:r w:rsidR="006173FE">
        <w:rPr>
          <w:sz w:val="24"/>
          <w:szCs w:val="24"/>
        </w:rPr>
        <w:t>.00</w:t>
      </w:r>
      <w:r w:rsidR="00E203BE" w:rsidRPr="00E203BE">
        <w:rPr>
          <w:sz w:val="24"/>
          <w:szCs w:val="24"/>
        </w:rPr>
        <w:t xml:space="preserve"> ore</w:t>
      </w:r>
      <w:r w:rsidR="00BB23FF">
        <w:rPr>
          <w:sz w:val="24"/>
          <w:szCs w:val="24"/>
        </w:rPr>
        <w:t xml:space="preserve"> Scuola Primaria</w:t>
      </w:r>
      <w:r w:rsidR="00E203BE" w:rsidRPr="00E203BE">
        <w:rPr>
          <w:sz w:val="24"/>
          <w:szCs w:val="24"/>
        </w:rPr>
        <w:t xml:space="preserve"> </w:t>
      </w:r>
      <w:r>
        <w:rPr>
          <w:sz w:val="24"/>
          <w:szCs w:val="24"/>
        </w:rPr>
        <w:t>Circolo Didattico</w:t>
      </w:r>
      <w:r w:rsidR="00963F43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“</w:t>
      </w:r>
      <w:r>
        <w:rPr>
          <w:i/>
          <w:sz w:val="24"/>
          <w:szCs w:val="24"/>
        </w:rPr>
        <w:t xml:space="preserve">Eduardo De </w:t>
      </w:r>
      <w:proofErr w:type="gramStart"/>
      <w:r>
        <w:rPr>
          <w:i/>
          <w:sz w:val="24"/>
          <w:szCs w:val="24"/>
        </w:rPr>
        <w:t>Filippo</w:t>
      </w:r>
      <w:r w:rsidR="00160615">
        <w:rPr>
          <w:sz w:val="24"/>
          <w:szCs w:val="24"/>
        </w:rPr>
        <w:t>”-</w:t>
      </w:r>
      <w:proofErr w:type="gramEnd"/>
      <w:r w:rsidR="00160615">
        <w:rPr>
          <w:sz w:val="24"/>
          <w:szCs w:val="24"/>
        </w:rPr>
        <w:t xml:space="preserve"> </w:t>
      </w:r>
      <w:r>
        <w:rPr>
          <w:sz w:val="24"/>
          <w:szCs w:val="24"/>
        </w:rPr>
        <w:t>Santa Maria la Carità</w:t>
      </w:r>
    </w:p>
    <w:p w:rsidR="00ED52B5" w:rsidRPr="00ED52B5" w:rsidRDefault="00ED52B5" w:rsidP="00BB23FF">
      <w:pPr>
        <w:rPr>
          <w:sz w:val="24"/>
          <w:szCs w:val="24"/>
        </w:rPr>
      </w:pPr>
      <w:r>
        <w:rPr>
          <w:sz w:val="24"/>
          <w:szCs w:val="24"/>
        </w:rPr>
        <w:t>4.00 ore</w:t>
      </w:r>
      <w:r w:rsidR="00BB23FF">
        <w:rPr>
          <w:sz w:val="24"/>
          <w:szCs w:val="24"/>
        </w:rPr>
        <w:t xml:space="preserve"> Scuola Primaria</w:t>
      </w:r>
      <w:r>
        <w:rPr>
          <w:sz w:val="24"/>
          <w:szCs w:val="24"/>
        </w:rPr>
        <w:t xml:space="preserve"> Istituto Comprensivo “</w:t>
      </w:r>
      <w:r w:rsidR="00BB23FF">
        <w:rPr>
          <w:i/>
          <w:sz w:val="24"/>
          <w:szCs w:val="24"/>
        </w:rPr>
        <w:t>Francesco Di Capua”</w:t>
      </w:r>
      <w:r>
        <w:rPr>
          <w:i/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Castellammare di </w:t>
      </w:r>
      <w:r w:rsidR="00BB23FF">
        <w:rPr>
          <w:sz w:val="24"/>
          <w:szCs w:val="24"/>
        </w:rPr>
        <w:t>Stabia</w:t>
      </w:r>
    </w:p>
    <w:p w:rsidR="00E203BE" w:rsidRPr="00E203BE" w:rsidRDefault="00ED52B5" w:rsidP="00745729">
      <w:pPr>
        <w:jc w:val="center"/>
        <w:rPr>
          <w:sz w:val="24"/>
          <w:szCs w:val="24"/>
        </w:rPr>
      </w:pPr>
      <w:r>
        <w:rPr>
          <w:sz w:val="28"/>
          <w:szCs w:val="24"/>
        </w:rPr>
        <w:t>+ 2</w:t>
      </w:r>
      <w:r w:rsidR="0017709C">
        <w:rPr>
          <w:sz w:val="28"/>
          <w:szCs w:val="24"/>
        </w:rPr>
        <w:t xml:space="preserve"> ore </w:t>
      </w:r>
      <w:proofErr w:type="gramStart"/>
      <w:r w:rsidR="0017709C">
        <w:rPr>
          <w:sz w:val="28"/>
          <w:szCs w:val="24"/>
        </w:rPr>
        <w:t>di</w:t>
      </w:r>
      <w:r w:rsidR="00E203BE" w:rsidRPr="00160615">
        <w:rPr>
          <w:sz w:val="28"/>
          <w:szCs w:val="24"/>
        </w:rPr>
        <w:t xml:space="preserve">  </w:t>
      </w:r>
      <w:r w:rsidR="00E203BE" w:rsidRPr="00E203BE">
        <w:rPr>
          <w:sz w:val="24"/>
          <w:szCs w:val="24"/>
        </w:rPr>
        <w:t>programmazione</w:t>
      </w:r>
      <w:proofErr w:type="gramEnd"/>
    </w:p>
    <w:p w:rsidR="00ED52B5" w:rsidRDefault="00ED52B5" w:rsidP="00E203BE">
      <w:pPr>
        <w:spacing w:line="360" w:lineRule="auto"/>
        <w:jc w:val="both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2E2949" w:rsidRDefault="00E203BE" w:rsidP="002E2949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2E2949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768" w:rsidRDefault="00FE6768">
      <w:r>
        <w:separator/>
      </w:r>
    </w:p>
  </w:endnote>
  <w:endnote w:type="continuationSeparator" w:id="0">
    <w:p w:rsidR="00FE6768" w:rsidRDefault="00FE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768" w:rsidRDefault="00FE6768">
      <w:r>
        <w:separator/>
      </w:r>
    </w:p>
  </w:footnote>
  <w:footnote w:type="continuationSeparator" w:id="0">
    <w:p w:rsidR="00FE6768" w:rsidRDefault="00FE6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30387"/>
    <w:rsid w:val="00065E4A"/>
    <w:rsid w:val="00083B51"/>
    <w:rsid w:val="00090026"/>
    <w:rsid w:val="000B3508"/>
    <w:rsid w:val="000C12AA"/>
    <w:rsid w:val="000D37CF"/>
    <w:rsid w:val="00101D69"/>
    <w:rsid w:val="001138BF"/>
    <w:rsid w:val="0011698C"/>
    <w:rsid w:val="001313B0"/>
    <w:rsid w:val="00160615"/>
    <w:rsid w:val="0016209F"/>
    <w:rsid w:val="0017709C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949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A313A"/>
    <w:rsid w:val="008C55E6"/>
    <w:rsid w:val="008E56F8"/>
    <w:rsid w:val="009141A1"/>
    <w:rsid w:val="009243FC"/>
    <w:rsid w:val="00926B10"/>
    <w:rsid w:val="00963F43"/>
    <w:rsid w:val="00974EEF"/>
    <w:rsid w:val="009B6BEE"/>
    <w:rsid w:val="009E38A6"/>
    <w:rsid w:val="009F3420"/>
    <w:rsid w:val="00A464A4"/>
    <w:rsid w:val="00A70E4D"/>
    <w:rsid w:val="00AC3C86"/>
    <w:rsid w:val="00AD120B"/>
    <w:rsid w:val="00AD2C38"/>
    <w:rsid w:val="00AF3634"/>
    <w:rsid w:val="00B11E67"/>
    <w:rsid w:val="00B513BA"/>
    <w:rsid w:val="00BB23FF"/>
    <w:rsid w:val="00BC73D0"/>
    <w:rsid w:val="00BD40EC"/>
    <w:rsid w:val="00BE4EF7"/>
    <w:rsid w:val="00BF07CC"/>
    <w:rsid w:val="00C119BD"/>
    <w:rsid w:val="00C3556B"/>
    <w:rsid w:val="00C4258D"/>
    <w:rsid w:val="00C478BA"/>
    <w:rsid w:val="00C51837"/>
    <w:rsid w:val="00C60079"/>
    <w:rsid w:val="00C60345"/>
    <w:rsid w:val="00CB2C75"/>
    <w:rsid w:val="00CB78A1"/>
    <w:rsid w:val="00CD73F8"/>
    <w:rsid w:val="00CF2067"/>
    <w:rsid w:val="00D03730"/>
    <w:rsid w:val="00D163DC"/>
    <w:rsid w:val="00D31D3D"/>
    <w:rsid w:val="00D70DA5"/>
    <w:rsid w:val="00DA6A64"/>
    <w:rsid w:val="00DD33CB"/>
    <w:rsid w:val="00DE176C"/>
    <w:rsid w:val="00DE1EE1"/>
    <w:rsid w:val="00E00C85"/>
    <w:rsid w:val="00E203BE"/>
    <w:rsid w:val="00EA068D"/>
    <w:rsid w:val="00EA3062"/>
    <w:rsid w:val="00ED52B5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768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2DA0989E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F6B2-B676-49DD-9FCE-4DD410B9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33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1461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25</cp:revision>
  <cp:lastPrinted>2018-08-24T09:05:00Z</cp:lastPrinted>
  <dcterms:created xsi:type="dcterms:W3CDTF">2018-07-11T09:25:00Z</dcterms:created>
  <dcterms:modified xsi:type="dcterms:W3CDTF">2018-08-24T09:05:00Z</dcterms:modified>
</cp:coreProperties>
</file>